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706"/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71"/>
        <w:gridCol w:w="2340"/>
        <w:gridCol w:w="37"/>
        <w:gridCol w:w="2753"/>
        <w:gridCol w:w="2617"/>
      </w:tblGrid>
      <w:tr w:rsidR="002B2AF7" w:rsidTr="002B2AF7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Retelling Rubric for Informational Text </w:t>
            </w:r>
          </w:p>
        </w:tc>
        <w:tc>
          <w:tcPr>
            <w:tcW w:w="2377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Exceeds Standards (2)</w:t>
            </w:r>
          </w:p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275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Meets Standards (1)</w:t>
            </w:r>
          </w:p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80%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Needs Improvement (0)</w:t>
            </w:r>
          </w:p>
          <w:p w:rsidR="002B2AF7" w:rsidRDefault="002B2AF7" w:rsidP="002B2AF7">
            <w:pPr>
              <w:pStyle w:val="Default"/>
              <w:spacing w:before="100" w:after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60%</w:t>
            </w:r>
          </w:p>
        </w:tc>
      </w:tr>
      <w:tr w:rsidR="002B2AF7" w:rsidTr="002B2AF7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Key Ideas </w:t>
            </w:r>
          </w:p>
        </w:tc>
        <w:tc>
          <w:tcPr>
            <w:tcW w:w="234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identifies all of the key ideas from the text. </w:t>
            </w:r>
          </w:p>
        </w:tc>
        <w:tc>
          <w:tcPr>
            <w:tcW w:w="279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identifies a number of key ideas from the text. 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identify and describe the key ideas from the text. </w:t>
            </w:r>
          </w:p>
        </w:tc>
      </w:tr>
      <w:tr w:rsidR="002B2AF7" w:rsidTr="002B2AF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Details </w:t>
            </w:r>
          </w:p>
        </w:tc>
        <w:tc>
          <w:tcPr>
            <w:tcW w:w="234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helps others understand the text by providing details for each key idea. </w:t>
            </w:r>
          </w:p>
        </w:tc>
        <w:tc>
          <w:tcPr>
            <w:tcW w:w="279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provides some details for some of the key ideas. 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link details with key ideas. </w:t>
            </w:r>
          </w:p>
        </w:tc>
      </w:tr>
      <w:tr w:rsidR="002B2AF7" w:rsidTr="002B2AF7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Sequence </w:t>
            </w:r>
          </w:p>
        </w:tc>
        <w:tc>
          <w:tcPr>
            <w:tcW w:w="234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identifies a clear sequence of information that helps the listener understand the information. </w:t>
            </w:r>
          </w:p>
        </w:tc>
        <w:tc>
          <w:tcPr>
            <w:tcW w:w="279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provides information in a sequence, but the sequence is slightly confused or out of order. 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have a sequence that helps the listener understand. </w:t>
            </w:r>
          </w:p>
        </w:tc>
      </w:tr>
      <w:tr w:rsidR="002B2AF7" w:rsidTr="002B2AF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Conclusion </w:t>
            </w:r>
          </w:p>
        </w:tc>
        <w:tc>
          <w:tcPr>
            <w:tcW w:w="234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ends with a conclusion that is directly linked to the information you provided. </w:t>
            </w:r>
          </w:p>
        </w:tc>
        <w:tc>
          <w:tcPr>
            <w:tcW w:w="279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includes a concluding statement. 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focus on the major idea from the text and needs to summarize the information gathered. </w:t>
            </w:r>
          </w:p>
        </w:tc>
      </w:tr>
      <w:tr w:rsidR="002B2AF7" w:rsidTr="002B2AF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171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Delivery </w:t>
            </w:r>
          </w:p>
        </w:tc>
        <w:tc>
          <w:tcPr>
            <w:tcW w:w="2340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 use good rhythm, fluency, expression, and gestures. </w:t>
            </w:r>
          </w:p>
        </w:tc>
        <w:tc>
          <w:tcPr>
            <w:tcW w:w="2790" w:type="dxa"/>
            <w:gridSpan w:val="2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rhythm and expression are good most of the time and you use some gestures. </w:t>
            </w:r>
          </w:p>
        </w:tc>
        <w:tc>
          <w:tcPr>
            <w:tcW w:w="2617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2B2AF7" w:rsidRDefault="002B2AF7" w:rsidP="002B2AF7">
            <w:pPr>
              <w:pStyle w:val="Default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Your retelling needs to include expression and gestures. </w:t>
            </w:r>
          </w:p>
        </w:tc>
      </w:tr>
    </w:tbl>
    <w:p w:rsidR="002B2AF7" w:rsidRDefault="002B2AF7" w:rsidP="002B2AF7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Name:  ________________________________________________</w:t>
      </w:r>
    </w:p>
    <w:p w:rsidR="002B2AF7" w:rsidRDefault="002B2AF7" w:rsidP="002B2AF7">
      <w:pPr>
        <w:rPr>
          <w:rFonts w:asciiTheme="minorHAnsi" w:hAnsiTheme="minorHAnsi" w:cstheme="minorHAnsi"/>
          <w:sz w:val="28"/>
          <w:szCs w:val="28"/>
        </w:rPr>
      </w:pPr>
    </w:p>
    <w:p w:rsidR="002B2AF7" w:rsidRDefault="002B2AF7" w:rsidP="002B2AF7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Book:  __________________________________________________</w:t>
      </w:r>
    </w:p>
    <w:p w:rsidR="002B2AF7" w:rsidRPr="002B2AF7" w:rsidRDefault="002B2AF7" w:rsidP="002B2AF7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5502275</wp:posOffset>
                </wp:positionV>
                <wp:extent cx="6276975" cy="15811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2AF7" w:rsidRPr="002B2AF7" w:rsidRDefault="002B2AF7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ab/>
                              <w:t>Total Score: 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3.75pt;margin-top:433.25pt;width:494.25pt;height:1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" fillcolor="white [3201]" stroked="f" strokeweight=".5pt">
                <v:textbox>
                  <w:txbxContent>
                    <w:p w:rsidR="002B2AF7" w:rsidRPr="002B2AF7" w:rsidRDefault="002B2AF7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ab/>
                        <w:t>Total Score:  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2AF7" w:rsidRPr="002B2A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F7"/>
    <w:rsid w:val="000228A4"/>
    <w:rsid w:val="000551AB"/>
    <w:rsid w:val="00061B43"/>
    <w:rsid w:val="000D1DF6"/>
    <w:rsid w:val="000D5BE1"/>
    <w:rsid w:val="000F1F82"/>
    <w:rsid w:val="00274097"/>
    <w:rsid w:val="002B2AF7"/>
    <w:rsid w:val="00386D66"/>
    <w:rsid w:val="0042063E"/>
    <w:rsid w:val="0043085F"/>
    <w:rsid w:val="004A1696"/>
    <w:rsid w:val="004C1FAF"/>
    <w:rsid w:val="004C5CD3"/>
    <w:rsid w:val="0056762C"/>
    <w:rsid w:val="00584401"/>
    <w:rsid w:val="005975C1"/>
    <w:rsid w:val="005E6DC2"/>
    <w:rsid w:val="006444ED"/>
    <w:rsid w:val="0066480E"/>
    <w:rsid w:val="00665063"/>
    <w:rsid w:val="006F4B26"/>
    <w:rsid w:val="00805044"/>
    <w:rsid w:val="00833688"/>
    <w:rsid w:val="00847DFC"/>
    <w:rsid w:val="009B32B3"/>
    <w:rsid w:val="009E465B"/>
    <w:rsid w:val="00B165FA"/>
    <w:rsid w:val="00BC6B4E"/>
    <w:rsid w:val="00EA1BF1"/>
    <w:rsid w:val="00F45280"/>
    <w:rsid w:val="00F6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2A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2A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4F913ADE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WDMCSD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Jory</dc:creator>
  <cp:lastModifiedBy>Smith, Jory</cp:lastModifiedBy>
  <cp:revision>1</cp:revision>
  <dcterms:created xsi:type="dcterms:W3CDTF">2012-04-02T18:33:00Z</dcterms:created>
  <dcterms:modified xsi:type="dcterms:W3CDTF">2012-04-02T18:37:00Z</dcterms:modified>
</cp:coreProperties>
</file>