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B18" w:rsidRDefault="00D43E54" w:rsidP="00D43E54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Historical Investigations – King Tut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Name________________________</w:t>
      </w:r>
    </w:p>
    <w:p w:rsidR="00D43E54" w:rsidRDefault="00D43E54" w:rsidP="00D43E54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Book Title</w:t>
      </w:r>
      <w:proofErr w:type="gramStart"/>
      <w:r>
        <w:rPr>
          <w:rFonts w:ascii="Comic Sans MS" w:hAnsi="Comic Sans MS"/>
          <w:sz w:val="24"/>
          <w:szCs w:val="24"/>
        </w:rPr>
        <w:t>:_</w:t>
      </w:r>
      <w:proofErr w:type="gramEnd"/>
      <w:r>
        <w:rPr>
          <w:rFonts w:ascii="Comic Sans MS" w:hAnsi="Comic Sans MS"/>
          <w:sz w:val="24"/>
          <w:szCs w:val="24"/>
        </w:rPr>
        <w:t>_______________________________________________</w:t>
      </w:r>
    </w:p>
    <w:p w:rsidR="00D43E54" w:rsidRDefault="00D43E54" w:rsidP="00D43E54">
      <w:pPr>
        <w:spacing w:after="0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8"/>
        <w:gridCol w:w="11268"/>
      </w:tblGrid>
      <w:tr w:rsidR="00D43E54" w:rsidTr="00D43E54">
        <w:tc>
          <w:tcPr>
            <w:tcW w:w="3348" w:type="dxa"/>
          </w:tcPr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268" w:type="dxa"/>
          </w:tcPr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Chapter Title:</w:t>
            </w:r>
          </w:p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43E54" w:rsidTr="00D43E54">
        <w:tc>
          <w:tcPr>
            <w:tcW w:w="3348" w:type="dxa"/>
          </w:tcPr>
          <w:p w:rsidR="00D43E54" w:rsidRDefault="00D43E54" w:rsidP="00D43E5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Key Words:</w:t>
            </w:r>
            <w:bookmarkStart w:id="0" w:name="_GoBack"/>
            <w:bookmarkEnd w:id="0"/>
          </w:p>
        </w:tc>
        <w:tc>
          <w:tcPr>
            <w:tcW w:w="11268" w:type="dxa"/>
          </w:tcPr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Main Idea:</w:t>
            </w:r>
          </w:p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Details:</w:t>
            </w:r>
          </w:p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*</w:t>
            </w:r>
          </w:p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*</w:t>
            </w:r>
          </w:p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*</w:t>
            </w:r>
          </w:p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*</w:t>
            </w:r>
          </w:p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*</w:t>
            </w:r>
          </w:p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*</w:t>
            </w:r>
          </w:p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*</w:t>
            </w:r>
            <w:r>
              <w:rPr>
                <w:rFonts w:ascii="Comic Sans MS" w:hAnsi="Comic Sans MS"/>
                <w:sz w:val="24"/>
                <w:szCs w:val="24"/>
              </w:rPr>
              <w:br/>
            </w:r>
            <w:r>
              <w:rPr>
                <w:rFonts w:ascii="Comic Sans MS" w:hAnsi="Comic Sans MS"/>
                <w:sz w:val="24"/>
                <w:szCs w:val="24"/>
              </w:rPr>
              <w:br/>
              <w:t>*</w:t>
            </w:r>
          </w:p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43E54" w:rsidTr="00882372">
        <w:tc>
          <w:tcPr>
            <w:tcW w:w="14616" w:type="dxa"/>
            <w:gridSpan w:val="2"/>
          </w:tcPr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Questions:</w:t>
            </w:r>
          </w:p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43E54" w:rsidRDefault="00D43E54" w:rsidP="00D43E5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D43E54" w:rsidRPr="00D43E54" w:rsidRDefault="00D43E54" w:rsidP="00D43E54">
      <w:pPr>
        <w:spacing w:after="0"/>
        <w:rPr>
          <w:rFonts w:ascii="Comic Sans MS" w:hAnsi="Comic Sans MS"/>
          <w:sz w:val="24"/>
          <w:szCs w:val="24"/>
        </w:rPr>
      </w:pPr>
    </w:p>
    <w:sectPr w:rsidR="00D43E54" w:rsidRPr="00D43E54" w:rsidSect="00D43E5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E54"/>
    <w:rsid w:val="00880B18"/>
    <w:rsid w:val="00D4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3E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3E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866F2B10</Template>
  <TotalTime>4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WDMCSD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Jaros, Ann</dc:creator>
  <cp:lastModifiedBy>Jaros, Ann</cp:lastModifiedBy>
  <cp:revision>1</cp:revision>
  <dcterms:created xsi:type="dcterms:W3CDTF">2012-02-20T13:43:00Z</dcterms:created>
  <dcterms:modified xsi:type="dcterms:W3CDTF">2012-02-20T13:47:00Z</dcterms:modified>
</cp:coreProperties>
</file>