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DC2" w:rsidRDefault="004D2CDA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Name: _________________________________________________</w:t>
      </w:r>
    </w:p>
    <w:p w:rsidR="004D2CDA" w:rsidRDefault="004D2CDA">
      <w:pPr>
        <w:rPr>
          <w:rFonts w:asciiTheme="minorHAnsi" w:hAnsiTheme="minorHAnsi" w:cstheme="minorHAnsi"/>
          <w:sz w:val="32"/>
          <w:szCs w:val="32"/>
        </w:rPr>
      </w:pPr>
    </w:p>
    <w:tbl>
      <w:tblPr>
        <w:tblpPr w:leftFromText="180" w:rightFromText="180" w:vertAnchor="page" w:horzAnchor="margin" w:tblpY="3136"/>
        <w:tblW w:w="100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2250"/>
        <w:gridCol w:w="1980"/>
        <w:gridCol w:w="47"/>
        <w:gridCol w:w="3733"/>
      </w:tblGrid>
      <w:tr w:rsidR="004D2CDA" w:rsidTr="004D2CDA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1998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Retelling Rubric for Fiction </w:t>
            </w:r>
          </w:p>
        </w:tc>
        <w:tc>
          <w:tcPr>
            <w:tcW w:w="225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Exceeds Standards (2)</w:t>
            </w:r>
          </w:p>
          <w:p w:rsidR="004D2CDA" w:rsidRDefault="004D2CDA" w:rsidP="004D2CDA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2027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Meets Standards (1)</w:t>
            </w:r>
          </w:p>
          <w:p w:rsidR="004D2CDA" w:rsidRDefault="004D2CDA" w:rsidP="004D2CDA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80%</w:t>
            </w:r>
          </w:p>
        </w:tc>
        <w:tc>
          <w:tcPr>
            <w:tcW w:w="373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Needs Improvement (0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4D2CDA" w:rsidRDefault="004D2CDA" w:rsidP="004D2CDA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60%</w:t>
            </w:r>
          </w:p>
        </w:tc>
      </w:tr>
      <w:tr w:rsidR="004D2CDA" w:rsidTr="004D2CDA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998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Characters </w:t>
            </w:r>
          </w:p>
        </w:tc>
        <w:tc>
          <w:tcPr>
            <w:tcW w:w="225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describes the characters so that others have a good idea of what they are like. </w:t>
            </w:r>
          </w:p>
        </w:tc>
        <w:tc>
          <w:tcPr>
            <w:tcW w:w="198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names the characters but does not describe much about them. </w:t>
            </w:r>
          </w:p>
        </w:tc>
        <w:tc>
          <w:tcPr>
            <w:tcW w:w="378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confuses the identity of the characters or does not name them. Think about who was in the story and how they acted. </w:t>
            </w:r>
          </w:p>
        </w:tc>
      </w:tr>
      <w:tr w:rsidR="004D2CDA" w:rsidTr="004D2CDA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998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Setting </w:t>
            </w:r>
          </w:p>
        </w:tc>
        <w:tc>
          <w:tcPr>
            <w:tcW w:w="225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helps others get a clear idea of when and where the story took place. </w:t>
            </w:r>
          </w:p>
        </w:tc>
        <w:tc>
          <w:tcPr>
            <w:tcW w:w="198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provides some details about where and when the story took place. </w:t>
            </w:r>
          </w:p>
        </w:tc>
        <w:tc>
          <w:tcPr>
            <w:tcW w:w="378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describe when and where the story took place. </w:t>
            </w:r>
          </w:p>
        </w:tc>
      </w:tr>
      <w:tr w:rsidR="004D2CDA" w:rsidTr="004D2CDA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998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Problem </w:t>
            </w:r>
          </w:p>
        </w:tc>
        <w:tc>
          <w:tcPr>
            <w:tcW w:w="225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describes the problem, why this problem occurred, and how it might be solved. </w:t>
            </w:r>
          </w:p>
        </w:tc>
        <w:tc>
          <w:tcPr>
            <w:tcW w:w="198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names the problem but not how it occurred or might be solved. </w:t>
            </w:r>
          </w:p>
        </w:tc>
        <w:tc>
          <w:tcPr>
            <w:tcW w:w="378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describe the problem, how the problem developed, and how it might be solved. </w:t>
            </w:r>
          </w:p>
        </w:tc>
      </w:tr>
      <w:tr w:rsidR="004D2CDA" w:rsidTr="004D2CDA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998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Solution </w:t>
            </w:r>
          </w:p>
        </w:tc>
        <w:tc>
          <w:tcPr>
            <w:tcW w:w="225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focuses on how the characters solved the problem. </w:t>
            </w:r>
          </w:p>
        </w:tc>
        <w:tc>
          <w:tcPr>
            <w:tcW w:w="198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includes some of the important events that led to the solution and most are in the correct order. </w:t>
            </w:r>
          </w:p>
        </w:tc>
        <w:tc>
          <w:tcPr>
            <w:tcW w:w="378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focus on the major events and how these events led to the solution to the problem. </w:t>
            </w:r>
          </w:p>
        </w:tc>
      </w:tr>
      <w:tr w:rsidR="004D2CDA" w:rsidTr="004D2CDA">
        <w:tblPrEx>
          <w:tblCellMar>
            <w:top w:w="0" w:type="dxa"/>
            <w:bottom w:w="0" w:type="dxa"/>
          </w:tblCellMar>
        </w:tblPrEx>
        <w:trPr>
          <w:trHeight w:val="1992"/>
        </w:trPr>
        <w:tc>
          <w:tcPr>
            <w:tcW w:w="1998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Delivery </w:t>
            </w:r>
          </w:p>
        </w:tc>
        <w:tc>
          <w:tcPr>
            <w:tcW w:w="225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uses good rhythm, fluency, expression, and gestures. Your voice changes for different characters. </w:t>
            </w:r>
          </w:p>
        </w:tc>
        <w:tc>
          <w:tcPr>
            <w:tcW w:w="198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rhythm and expression are good most of the time and you use some gestures. Your voice changes for some of the characters. </w:t>
            </w:r>
          </w:p>
        </w:tc>
        <w:tc>
          <w:tcPr>
            <w:tcW w:w="378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4D2CDA" w:rsidRDefault="004D2CDA" w:rsidP="004D2CDA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include expression and gestures. Your voice should change for different characters. </w:t>
            </w:r>
          </w:p>
        </w:tc>
      </w:tr>
    </w:tbl>
    <w:p w:rsidR="004D2CDA" w:rsidRPr="004D2CDA" w:rsidRDefault="004D2CDA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6762115</wp:posOffset>
                </wp:positionV>
                <wp:extent cx="6353175" cy="12382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2CDA" w:rsidRPr="004D2CDA" w:rsidRDefault="004D2CDA" w:rsidP="004D2CDA">
                            <w:pPr>
                              <w:ind w:left="5760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Total Score: 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75pt;margin-top:532.45pt;width:500.25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" fillcolor="white [3201]" stroked="f" strokeweight=".5pt">
                <v:textbox>
                  <w:txbxContent>
                    <w:p w:rsidR="004D2CDA" w:rsidRPr="004D2CDA" w:rsidRDefault="004D2CDA" w:rsidP="004D2CDA">
                      <w:pPr>
                        <w:ind w:left="5760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Total Score:  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32"/>
          <w:szCs w:val="32"/>
        </w:rPr>
        <w:t>Book Title: ______________________________________________</w:t>
      </w:r>
      <w:bookmarkStart w:id="0" w:name="_GoBack"/>
      <w:bookmarkEnd w:id="0"/>
    </w:p>
    <w:sectPr w:rsidR="004D2CDA" w:rsidRPr="004D2CDA" w:rsidSect="004D2C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DA"/>
    <w:rsid w:val="000228A4"/>
    <w:rsid w:val="000551AB"/>
    <w:rsid w:val="00061B43"/>
    <w:rsid w:val="000D1DF6"/>
    <w:rsid w:val="000D5BE1"/>
    <w:rsid w:val="000F1F82"/>
    <w:rsid w:val="00274097"/>
    <w:rsid w:val="00386D66"/>
    <w:rsid w:val="0042063E"/>
    <w:rsid w:val="0043085F"/>
    <w:rsid w:val="004A1696"/>
    <w:rsid w:val="004C1FAF"/>
    <w:rsid w:val="004C5CD3"/>
    <w:rsid w:val="004D2CDA"/>
    <w:rsid w:val="005529FA"/>
    <w:rsid w:val="0056762C"/>
    <w:rsid w:val="00584401"/>
    <w:rsid w:val="005975C1"/>
    <w:rsid w:val="005E6DC2"/>
    <w:rsid w:val="006444ED"/>
    <w:rsid w:val="0066480E"/>
    <w:rsid w:val="00665063"/>
    <w:rsid w:val="006F4B26"/>
    <w:rsid w:val="00805044"/>
    <w:rsid w:val="00833688"/>
    <w:rsid w:val="00847DFC"/>
    <w:rsid w:val="009B32B3"/>
    <w:rsid w:val="009E465B"/>
    <w:rsid w:val="00B165FA"/>
    <w:rsid w:val="00BC6B4E"/>
    <w:rsid w:val="00EA1BF1"/>
    <w:rsid w:val="00F45280"/>
    <w:rsid w:val="00F6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2CD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2CD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4F913ADE</Template>
  <TotalTime>1</TotalTime>
  <Pages>1</Pages>
  <Words>269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WDMCSD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Jory</dc:creator>
  <cp:lastModifiedBy>Smith, Jory</cp:lastModifiedBy>
  <cp:revision>2</cp:revision>
  <dcterms:created xsi:type="dcterms:W3CDTF">2012-04-02T18:32:00Z</dcterms:created>
  <dcterms:modified xsi:type="dcterms:W3CDTF">2012-04-02T18:32:00Z</dcterms:modified>
</cp:coreProperties>
</file>